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15" w:rsidRPr="00241415" w:rsidRDefault="00241415" w:rsidP="002414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1415" w:rsidRPr="00241415" w:rsidRDefault="00241415" w:rsidP="00241415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241415">
        <w:rPr>
          <w:rFonts w:ascii="Tahoma" w:eastAsia="Times New Roman" w:hAnsi="Tahoma" w:cs="Tahoma"/>
          <w:b/>
          <w:bCs/>
          <w:lang w:eastAsia="pl-PL"/>
        </w:rPr>
        <w:t>Załącznik nr 2</w:t>
      </w:r>
    </w:p>
    <w:p w:rsidR="00241415" w:rsidRPr="00241415" w:rsidRDefault="00241415" w:rsidP="00241415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>.......................................</w:t>
      </w:r>
    </w:p>
    <w:p w:rsidR="00241415" w:rsidRPr="00241415" w:rsidRDefault="00241415" w:rsidP="00241415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241415" w:rsidRPr="00241415" w:rsidRDefault="00241415" w:rsidP="00241415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241415">
        <w:rPr>
          <w:rFonts w:ascii="Tahoma" w:eastAsia="Times New Roman" w:hAnsi="Tahoma" w:cs="Tahoma"/>
          <w:b/>
          <w:bCs/>
          <w:lang w:eastAsia="pl-PL"/>
        </w:rPr>
        <w:t xml:space="preserve">                                                                           ..........................., dnia ........................</w:t>
      </w:r>
    </w:p>
    <w:p w:rsidR="00241415" w:rsidRPr="00241415" w:rsidRDefault="00241415" w:rsidP="00241415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 xml:space="preserve">                 </w:t>
      </w:r>
    </w:p>
    <w:p w:rsidR="00241415" w:rsidRPr="00241415" w:rsidRDefault="00241415" w:rsidP="00241415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 xml:space="preserve">       </w:t>
      </w:r>
    </w:p>
    <w:p w:rsidR="00241415" w:rsidRPr="00241415" w:rsidRDefault="00241415" w:rsidP="00241415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 xml:space="preserve">  </w:t>
      </w:r>
      <w:r w:rsidRPr="00241415">
        <w:rPr>
          <w:rFonts w:ascii="Tahoma" w:eastAsia="Times New Roman" w:hAnsi="Tahoma" w:cs="Tahoma"/>
          <w:b/>
          <w:bCs/>
          <w:lang w:eastAsia="pl-PL"/>
        </w:rPr>
        <w:t>Zbiorcze zestawienie cenowe przedmiotu zamówienia</w:t>
      </w:r>
      <w:r w:rsidRPr="00241415">
        <w:rPr>
          <w:rFonts w:ascii="Tahoma" w:eastAsia="Times New Roman" w:hAnsi="Tahoma" w:cs="Tahoma"/>
          <w:lang w:eastAsia="pl-PL"/>
        </w:rPr>
        <w:t xml:space="preserve"> </w:t>
      </w:r>
    </w:p>
    <w:p w:rsidR="00241415" w:rsidRPr="00241415" w:rsidRDefault="00241415" w:rsidP="00241415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241415" w:rsidRPr="00241415" w:rsidRDefault="00241415" w:rsidP="00241415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241415" w:rsidRPr="00166ADE" w:rsidRDefault="00241415" w:rsidP="00241415">
      <w:pPr>
        <w:jc w:val="both"/>
        <w:rPr>
          <w:rFonts w:ascii="Tahoma" w:hAnsi="Tahoma" w:cs="Tahoma"/>
          <w:b/>
          <w:i/>
        </w:rPr>
      </w:pPr>
      <w:r w:rsidRPr="00166ADE">
        <w:rPr>
          <w:rFonts w:ascii="Tahoma" w:hAnsi="Tahoma" w:cs="Tahoma"/>
          <w:b/>
          <w:i/>
        </w:rPr>
        <w:t xml:space="preserve">„Zakup sprzętu </w:t>
      </w:r>
      <w:proofErr w:type="spellStart"/>
      <w:r w:rsidRPr="00166ADE">
        <w:rPr>
          <w:rFonts w:ascii="Tahoma" w:hAnsi="Tahoma" w:cs="Tahoma"/>
          <w:b/>
          <w:i/>
        </w:rPr>
        <w:t>rewalidacyjno</w:t>
      </w:r>
      <w:proofErr w:type="spellEnd"/>
      <w:r w:rsidRPr="00166ADE">
        <w:rPr>
          <w:rFonts w:ascii="Tahoma" w:hAnsi="Tahoma" w:cs="Tahoma"/>
          <w:b/>
          <w:i/>
        </w:rPr>
        <w:t xml:space="preserve"> – rehabilitacyjnego nie objętego dokumentacją projektową na potrzeby Powiatowego Centrum </w:t>
      </w:r>
      <w:proofErr w:type="spellStart"/>
      <w:r w:rsidRPr="00166ADE">
        <w:rPr>
          <w:rFonts w:ascii="Tahoma" w:hAnsi="Tahoma" w:cs="Tahoma"/>
          <w:b/>
          <w:i/>
        </w:rPr>
        <w:t>Edukacyjno</w:t>
      </w:r>
      <w:proofErr w:type="spellEnd"/>
      <w:r w:rsidRPr="00166ADE">
        <w:rPr>
          <w:rFonts w:ascii="Tahoma" w:hAnsi="Tahoma" w:cs="Tahoma"/>
          <w:b/>
          <w:i/>
        </w:rPr>
        <w:t xml:space="preserve"> – Rewalidacyjnego </w:t>
      </w:r>
      <w:r w:rsidR="00297BD6">
        <w:rPr>
          <w:rFonts w:ascii="Tahoma" w:hAnsi="Tahoma" w:cs="Tahoma"/>
          <w:b/>
          <w:i/>
        </w:rPr>
        <w:t xml:space="preserve">                         </w:t>
      </w:r>
      <w:bookmarkStart w:id="0" w:name="_GoBack"/>
      <w:bookmarkEnd w:id="0"/>
      <w:r w:rsidRPr="00166ADE">
        <w:rPr>
          <w:rFonts w:ascii="Tahoma" w:hAnsi="Tahoma" w:cs="Tahoma"/>
          <w:b/>
          <w:i/>
        </w:rPr>
        <w:t xml:space="preserve">w Goleniowie”  </w:t>
      </w:r>
    </w:p>
    <w:p w:rsidR="00241415" w:rsidRPr="00241415" w:rsidRDefault="00241415" w:rsidP="00241415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Cena brutto</w:t>
            </w: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41415" w:rsidRPr="00241415" w:rsidTr="00241415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415" w:rsidRPr="00241415" w:rsidRDefault="00241415" w:rsidP="0024141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4141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15" w:rsidRPr="00241415" w:rsidRDefault="00241415" w:rsidP="002414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 xml:space="preserve">Wyliczoną wartość netto, podatek VAT i cenę brutto z poz. RAZEM należy przenieść do formularza ofertowego. </w:t>
      </w: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241415" w:rsidRPr="00241415" w:rsidRDefault="00241415" w:rsidP="00241415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241415" w:rsidRPr="00241415" w:rsidRDefault="00241415" w:rsidP="00241415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241415">
        <w:rPr>
          <w:rFonts w:ascii="Tahoma" w:eastAsia="Times New Roman" w:hAnsi="Tahoma" w:cs="Tahoma"/>
          <w:lang w:eastAsia="pl-PL"/>
        </w:rPr>
        <w:t>………………………………………………</w:t>
      </w:r>
    </w:p>
    <w:p w:rsidR="00241415" w:rsidRPr="00241415" w:rsidRDefault="00241415" w:rsidP="00241415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415">
        <w:rPr>
          <w:rFonts w:ascii="Tahoma" w:eastAsia="Times New Roman" w:hAnsi="Tahoma" w:cs="Tahoma"/>
          <w:sz w:val="20"/>
          <w:szCs w:val="20"/>
          <w:lang w:eastAsia="pl-PL"/>
        </w:rPr>
        <w:t>Czytelne podpisy osób uprawnionych do reprezentowania Wykonawcy/ Wykonawców</w:t>
      </w: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31" w:rsidRDefault="009A4A31" w:rsidP="002B3BA7">
      <w:pPr>
        <w:spacing w:after="0" w:line="240" w:lineRule="auto"/>
      </w:pPr>
      <w:r>
        <w:separator/>
      </w:r>
    </w:p>
  </w:endnote>
  <w:endnote w:type="continuationSeparator" w:id="0">
    <w:p w:rsidR="009A4A31" w:rsidRDefault="009A4A31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31" w:rsidRDefault="009A4A31" w:rsidP="002B3BA7">
      <w:pPr>
        <w:spacing w:after="0" w:line="240" w:lineRule="auto"/>
      </w:pPr>
      <w:r>
        <w:separator/>
      </w:r>
    </w:p>
  </w:footnote>
  <w:footnote w:type="continuationSeparator" w:id="0">
    <w:p w:rsidR="009A4A31" w:rsidRDefault="009A4A31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166ADE"/>
    <w:rsid w:val="00241415"/>
    <w:rsid w:val="00297BD6"/>
    <w:rsid w:val="002B3BA7"/>
    <w:rsid w:val="002C191D"/>
    <w:rsid w:val="00464BBA"/>
    <w:rsid w:val="00501898"/>
    <w:rsid w:val="00532B11"/>
    <w:rsid w:val="00581473"/>
    <w:rsid w:val="005D507A"/>
    <w:rsid w:val="00604C29"/>
    <w:rsid w:val="007D50D8"/>
    <w:rsid w:val="00965059"/>
    <w:rsid w:val="009842F0"/>
    <w:rsid w:val="009A4A31"/>
    <w:rsid w:val="009B7B9C"/>
    <w:rsid w:val="00A31FDA"/>
    <w:rsid w:val="00AA0699"/>
    <w:rsid w:val="00AE7F5B"/>
    <w:rsid w:val="00E06792"/>
    <w:rsid w:val="00EE79F0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6</cp:revision>
  <cp:lastPrinted>2012-02-29T08:15:00Z</cp:lastPrinted>
  <dcterms:created xsi:type="dcterms:W3CDTF">2012-02-29T12:44:00Z</dcterms:created>
  <dcterms:modified xsi:type="dcterms:W3CDTF">2012-03-13T08:13:00Z</dcterms:modified>
</cp:coreProperties>
</file>